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5741CA2F" w14:textId="3BCC4AE2" w:rsidR="00F72FB0" w:rsidRPr="00B67D39" w:rsidRDefault="00F72FB0" w:rsidP="00A62B4C">
      <w:pPr>
        <w:rPr>
          <w:rFonts w:eastAsia="Verdana" w:cs="Times New Roman"/>
          <w:szCs w:val="18"/>
        </w:rPr>
      </w:pPr>
    </w:p>
    <w:p w14:paraId="28DC2734" w14:textId="65B62528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470AFF" w:rsidRPr="00601A71">
        <w:rPr>
          <w:rFonts w:cstheme="minorHAnsi"/>
          <w:noProof/>
          <w:szCs w:val="18"/>
          <w:lang w:eastAsia="pl-PL"/>
        </w:rPr>
        <w:t>POST/DYS/OW/GZ/04465/2025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470AFF" w:rsidRPr="00601A71">
        <w:rPr>
          <w:rFonts w:cstheme="minorHAnsi"/>
          <w:noProof/>
          <w:szCs w:val="18"/>
          <w:lang w:eastAsia="pl-PL"/>
        </w:rPr>
        <w:t>Roboty budowlane w zakresie przyłączenia do sieci dystrybucyjnej obiektów w podziale na dwa zadania: Zad. 1 - nr sprawy: 24-G5/S/02165, 24-G5/S/02161, 24-G5/S/02163, IV gr. 752 kW w m. Siedlce ul. Łąkowa, Przeździeckiego Miasto - Siedlce Zad. 2 - nr sprawy: 23-G5/S/03620, V gr. 14 kW w m. Aleksandrówka gm. Stoczek Łukowski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53D953E2" w14:textId="56DE4782" w:rsidR="00F72FB0" w:rsidRPr="00B67D39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74087F3C" w14:textId="77777777" w:rsidR="000B53B2" w:rsidRDefault="000B53B2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1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52800A46" w14:textId="082CE431" w:rsidR="000B53B2" w:rsidRPr="002902A9" w:rsidRDefault="00B67D39" w:rsidP="002902A9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1B0072E0" w14:textId="30B212BE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lastRenderedPageBreak/>
        <w:t>Zadanie nr 2</w:t>
      </w:r>
    </w:p>
    <w:p w14:paraId="7B43CDCB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33ADD74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2B8EC28F" w14:textId="1CA2BBE2" w:rsidR="000D6C8E" w:rsidRPr="002902A9" w:rsidRDefault="000B53B2" w:rsidP="002902A9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135FFA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135FFA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 xml:space="preserve">(jeżeli Wykonawca zastrzega tajemnicę przedsiębiorstwa zobowiązany jest do </w:t>
      </w:r>
      <w:r w:rsidRPr="00D9767E">
        <w:rPr>
          <w:rFonts w:cstheme="minorHAnsi"/>
          <w:i/>
          <w:szCs w:val="18"/>
        </w:rPr>
        <w:lastRenderedPageBreak/>
        <w:t>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7F5A4B99" w:rsidR="00B67D39" w:rsidRPr="002902A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2902A9">
        <w:rPr>
          <w:rFonts w:cstheme="minorHAnsi"/>
          <w:szCs w:val="18"/>
          <w:lang w:eastAsia="pl-PL"/>
        </w:rPr>
        <w:t>Wadium o wartości</w:t>
      </w:r>
      <w:r w:rsidR="002902A9">
        <w:rPr>
          <w:rFonts w:cstheme="minorHAnsi"/>
          <w:szCs w:val="18"/>
          <w:lang w:eastAsia="pl-PL"/>
        </w:rPr>
        <w:t xml:space="preserve"> 24 000,00 </w:t>
      </w:r>
      <w:r w:rsidRPr="002902A9">
        <w:rPr>
          <w:rFonts w:cstheme="minorHAnsi"/>
          <w:szCs w:val="18"/>
          <w:lang w:eastAsia="pl-PL"/>
        </w:rPr>
        <w:t>zł</w:t>
      </w:r>
      <w:r w:rsidR="002902A9">
        <w:rPr>
          <w:rFonts w:cstheme="minorHAnsi"/>
          <w:szCs w:val="18"/>
          <w:lang w:eastAsia="pl-PL"/>
        </w:rPr>
        <w:t xml:space="preserve"> – dla zadania nr 1,</w:t>
      </w:r>
      <w:r w:rsidRPr="002902A9">
        <w:rPr>
          <w:rFonts w:cstheme="minorHAnsi"/>
          <w:szCs w:val="18"/>
          <w:lang w:eastAsia="pl-PL"/>
        </w:rPr>
        <w:t xml:space="preserve">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15.1.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15.2.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135FFA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135FFA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1B7F3631" w14:textId="0912B28A" w:rsidR="00381365" w:rsidRPr="00D9767E" w:rsidRDefault="00381365" w:rsidP="00381365">
      <w:pPr>
        <w:rPr>
          <w:rFonts w:cstheme="minorHAnsi"/>
        </w:rPr>
      </w:pPr>
    </w:p>
    <w:p w14:paraId="4BB21D18" w14:textId="77777777" w:rsidR="00381365" w:rsidRPr="00D9767E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61F8920A" w14:textId="235F023E" w:rsidR="00F72FB0" w:rsidRPr="002902A9" w:rsidRDefault="00381365" w:rsidP="002902A9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6C76DA1D" w14:textId="77777777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75622B4B" w14:textId="77777777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73AF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0896F9FB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470AFF" w:rsidRPr="00601A71">
        <w:rPr>
          <w:rFonts w:cstheme="minorHAnsi"/>
          <w:b/>
          <w:i/>
          <w:noProof/>
        </w:rPr>
        <w:t>Roboty budowlane w zakresie przyłączenia do sieci dystrybucyjnej obiektów w podziale na dwa zadania: Zad. 1 - nr sprawy: 24-G5/S/02165, 24-G5/S/02161, 24-G5/S/02163, IV gr. 752 kW w m. Siedlce ul. Łąkowa, Przeździeckiego Miasto - Siedlce Zad. 2 - nr sprawy: 23-G5/S/03620, V gr. 14 kW w m. Aleksandrówka gm. Stoczek Łukowski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470AFF" w:rsidRPr="00601A71">
        <w:rPr>
          <w:rFonts w:cstheme="minorHAnsi"/>
          <w:b/>
          <w:noProof/>
        </w:rPr>
        <w:t>POST/DYS/OW/GZ/04465/2025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4E1AE47" w14:textId="574F5AEC" w:rsidR="000B53B2" w:rsidRDefault="000B53B2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1A5FF9FC" w14:textId="7607D95F" w:rsidR="002902A9" w:rsidRDefault="002902A9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62B1949" w14:textId="77777777" w:rsidR="002902A9" w:rsidRPr="00F72FB0" w:rsidRDefault="002902A9" w:rsidP="00F72FB0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73AFF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15CF54AE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470AFF" w:rsidRPr="00601A71">
        <w:rPr>
          <w:rFonts w:cstheme="minorHAnsi"/>
          <w:noProof/>
          <w:lang w:eastAsia="pl-PL"/>
        </w:rPr>
        <w:t>POST/DYS/OW/GZ/04465/2025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470AFF" w:rsidRPr="00601A71">
        <w:rPr>
          <w:rFonts w:cstheme="minorHAnsi"/>
          <w:noProof/>
          <w:lang w:eastAsia="pl-PL"/>
        </w:rPr>
        <w:t>Roboty budowlane w zakresie przyłączenia do sieci dystrybucyjnej obiektów w podziale na dwa zadania: Zad. 1 - nr sprawy: 24-G5/S/02165, 24-G5/S/02161, 24-G5/S/02163, IV gr. 752 kW w m. Siedlce ul. Łąkowa, Przeździeckiego Miasto - Siedlce Zad. 2 - nr sprawy: 23-G5/S/03620, V gr. 14 kW w m. Aleksandrówka gm. Stoczek Łukowski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72FB0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73AFF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73AFF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73AFF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73AFF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73AFF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73AFF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677908A" w14:textId="1460C50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037FBA63" w:rsidR="000B53B2" w:rsidRDefault="000B53B2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561E14B2" w14:textId="77777777" w:rsidR="002902A9" w:rsidRDefault="002902A9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73AFF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299E3DED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470AFF" w:rsidRPr="00601A71">
        <w:rPr>
          <w:rFonts w:cstheme="minorHAnsi"/>
          <w:noProof/>
          <w:lang w:eastAsia="pl-PL"/>
        </w:rPr>
        <w:t>POST/DYS/OW/GZ/04465/2025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470AFF" w:rsidRPr="00601A71">
        <w:rPr>
          <w:rFonts w:cstheme="minorHAnsi"/>
          <w:noProof/>
          <w:lang w:eastAsia="pl-PL"/>
        </w:rPr>
        <w:t>Roboty budowlane w zakresie przyłączenia do sieci dystrybucyjnej obiektów w podziale na dwa zadania: Zad. 1 - nr sprawy: 24-G5/S/02165, 24-G5/S/02161, 24-G5/S/02163, IV gr. 752 kW w m. Siedlce ul. Łąkowa, Przeździeckiego Miasto - Siedlce Zad. 2 - nr sprawy: 23-G5/S/03620, V gr. 14 kW w m. Aleksandrówka gm. Stoczek Łukowski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73AF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73AFF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73AFF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73AFF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73AFF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73AFF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73AFF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73AFF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08315E51" w14:textId="7997DCA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64C97DC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13BEB7C5" w:rsidR="00466AE9" w:rsidRDefault="00466AE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69CAD14" w14:textId="77777777" w:rsidR="000D6C8E" w:rsidRDefault="000D6C8E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0AF7AC5" w14:textId="7E3D2EE0" w:rsidR="00F72FB0" w:rsidRDefault="00F72FB0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0C3C329A" w14:textId="77777777" w:rsidR="002902A9" w:rsidRDefault="002902A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7A046BA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Pr="001E7FD1">
        <w:rPr>
          <w:rFonts w:ascii="Verdana" w:eastAsia="Verdana" w:hAnsi="Verdana" w:cs="Times New Roman"/>
          <w:b/>
        </w:rPr>
        <w:t>OŚWIADCZENIE O ZACHOWANIU POUFNOŚCI</w:t>
      </w:r>
    </w:p>
    <w:p w14:paraId="16A405B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</w:p>
    <w:p w14:paraId="2D7D3CE4" w14:textId="77777777" w:rsidR="000A3099" w:rsidRPr="00535E9B" w:rsidRDefault="000A3099" w:rsidP="000A3099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A3099" w:rsidRPr="006B56FD" w14:paraId="66842C66" w14:textId="77777777" w:rsidTr="00C73AFF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3895BBC3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35105DF" w14:textId="77777777" w:rsidR="000A3099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65B3AA4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4E57E5E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32DBF5A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D12CC6B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7538EDD9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9AE4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F87D673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93AC76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F009B2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54CEDBF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349BCA3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5ED6839E" w14:textId="77777777" w:rsidR="000A3099" w:rsidRPr="006B56FD" w:rsidRDefault="000A3099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77A82363" w14:textId="77777777" w:rsidR="000A3099" w:rsidRDefault="000A3099" w:rsidP="000A3099">
      <w:pPr>
        <w:rPr>
          <w:rFonts w:ascii="Verdana" w:eastAsia="Verdana" w:hAnsi="Verdana" w:cs="Times New Roman"/>
          <w:b/>
        </w:rPr>
      </w:pPr>
    </w:p>
    <w:p w14:paraId="0862811C" w14:textId="77777777" w:rsidR="000A3099" w:rsidRPr="00A62B4C" w:rsidRDefault="000A3099" w:rsidP="000A3099">
      <w:pPr>
        <w:rPr>
          <w:rFonts w:ascii="Verdana" w:eastAsia="Verdana" w:hAnsi="Verdana" w:cs="Times New Roman"/>
        </w:rPr>
      </w:pPr>
    </w:p>
    <w:p w14:paraId="45FFB144" w14:textId="77777777" w:rsidR="000A3099" w:rsidRDefault="000A3099" w:rsidP="000A3099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>
        <w:rPr>
          <w:rFonts w:cstheme="minorHAnsi"/>
          <w:b/>
          <w:szCs w:val="18"/>
        </w:rPr>
        <w:t xml:space="preserve">  </w:t>
      </w:r>
    </w:p>
    <w:p w14:paraId="7D4049FA" w14:textId="77777777" w:rsidR="000A3099" w:rsidRDefault="000A3099" w:rsidP="000A3099">
      <w:pPr>
        <w:rPr>
          <w:rFonts w:eastAsia="Calibri" w:cstheme="minorHAnsi"/>
          <w:sz w:val="20"/>
          <w:lang w:eastAsia="pl-PL"/>
        </w:rPr>
      </w:pPr>
    </w:p>
    <w:p w14:paraId="2662F894" w14:textId="4C906AA7" w:rsidR="000A3099" w:rsidRPr="00E14432" w:rsidRDefault="000A3099" w:rsidP="000A3099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470AFF" w:rsidRPr="00601A71">
        <w:rPr>
          <w:rFonts w:cstheme="minorHAnsi"/>
          <w:b/>
          <w:noProof/>
          <w:sz w:val="20"/>
        </w:rPr>
        <w:t>POST/DYS/OW/GZ/04465/2025</w:t>
      </w:r>
      <w:r>
        <w:rPr>
          <w:rFonts w:cstheme="minorHAnsi"/>
          <w:b/>
          <w:sz w:val="20"/>
        </w:rPr>
        <w:fldChar w:fldCharType="end"/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470AFF" w:rsidRPr="00601A71">
        <w:rPr>
          <w:rFonts w:eastAsia="Calibri" w:cstheme="minorHAnsi"/>
          <w:b/>
          <w:i/>
          <w:noProof/>
          <w:sz w:val="20"/>
          <w:lang w:eastAsia="pl-PL"/>
        </w:rPr>
        <w:t>Roboty budowlane w zakresie przyłączenia do sieci dystrybucyjnej obiektów w podziale na dwa zadania: Zad. 1 - nr sprawy: 24-G5/S/02165, 24-G5/S/02161, 24-G5/S/02163, IV gr. 752 kW w m. Siedlce ul. Łąkowa, Przeździeckiego Miasto - Siedlce Zad. 2 - nr sprawy: 23-G5/S/03620, V gr. 14 kW w m. Aleksandrówka gm. Stoczek Łukowski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3DE709E0" w14:textId="77777777" w:rsidR="000A3099" w:rsidRPr="00B67D39" w:rsidRDefault="000A3099" w:rsidP="000A3099">
      <w:pPr>
        <w:jc w:val="center"/>
        <w:rPr>
          <w:rFonts w:eastAsia="Verdana" w:cs="Times New Roman"/>
          <w:szCs w:val="18"/>
        </w:rPr>
      </w:pPr>
    </w:p>
    <w:p w14:paraId="6372B47C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4282D848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0B016D4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6E68803B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3A0C40A2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03186198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5964B66B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07B71B8A" w14:textId="77777777" w:rsidR="000A3099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</w:t>
      </w:r>
      <w:r w:rsidRPr="007B5C8C">
        <w:rPr>
          <w:rFonts w:eastAsia="Calibri" w:cstheme="minorHAnsi"/>
          <w:sz w:val="20"/>
        </w:rPr>
        <w:t>.).</w:t>
      </w:r>
    </w:p>
    <w:p w14:paraId="16A8407F" w14:textId="77777777" w:rsidR="000A3099" w:rsidRDefault="000A3099" w:rsidP="000A3099">
      <w:pPr>
        <w:rPr>
          <w:rFonts w:cstheme="minorHAnsi"/>
        </w:rPr>
      </w:pPr>
    </w:p>
    <w:p w14:paraId="4FBF06ED" w14:textId="77777777" w:rsidR="000A3099" w:rsidRPr="009C2468" w:rsidRDefault="000A3099" w:rsidP="000A3099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6E79942D" w14:textId="77777777" w:rsidR="000A3099" w:rsidRDefault="000A3099" w:rsidP="000A3099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umocowanej(ych) do złożenia podpisu w imieniu Podmiotu udostępniającego zasoby</w:t>
      </w:r>
    </w:p>
    <w:p w14:paraId="3F12103F" w14:textId="77550738" w:rsidR="000B53B2" w:rsidRDefault="000B53B2" w:rsidP="000A3099">
      <w:pPr>
        <w:ind w:right="68"/>
        <w:rPr>
          <w:rFonts w:cstheme="minorHAnsi"/>
          <w:i/>
          <w:sz w:val="16"/>
          <w:szCs w:val="16"/>
        </w:rPr>
      </w:pPr>
    </w:p>
    <w:p w14:paraId="73BE78E9" w14:textId="77777777" w:rsidR="000A3099" w:rsidRDefault="000A3099" w:rsidP="000A3099">
      <w:pPr>
        <w:ind w:right="68"/>
        <w:rPr>
          <w:rFonts w:cstheme="minorHAnsi"/>
          <w:i/>
          <w:sz w:val="16"/>
          <w:szCs w:val="16"/>
        </w:rPr>
      </w:pP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73AFF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239078AD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470AFF" w:rsidRPr="00601A71">
        <w:rPr>
          <w:rFonts w:cstheme="minorHAnsi"/>
          <w:noProof/>
          <w:lang w:eastAsia="pl-PL"/>
        </w:rPr>
        <w:t>POST/DYS/OW/GZ/04465/2025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470AFF" w:rsidRPr="00601A71">
        <w:rPr>
          <w:rFonts w:cstheme="minorHAnsi"/>
          <w:noProof/>
        </w:rPr>
        <w:t>Roboty budowlane w zakresie przyłączenia do sieci dystrybucyjnej obiektów w podziale na dwa zadania: Zad. 1 - nr sprawy: 24-G5/S/02165, 24-G5/S/02161, 24-G5/S/02163, IV gr. 752 kW w m. Siedlce ul. Łąkowa, Przeździeckiego Miasto - Siedlce Zad. 2 - nr sprawy: 23-G5/S/03620, V gr. 14 kW w m. Aleksandrówka gm. Stoczek Łukowski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73AFF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73AFF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73AFF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73AFF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73AFF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2F18C7B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C73AFF" w:rsidRDefault="00C73AFF" w:rsidP="00582CE9">
      <w:pPr>
        <w:spacing w:after="0"/>
      </w:pPr>
      <w:r>
        <w:separator/>
      </w:r>
    </w:p>
  </w:endnote>
  <w:endnote w:type="continuationSeparator" w:id="0">
    <w:p w14:paraId="58927104" w14:textId="77777777" w:rsidR="00C73AFF" w:rsidRDefault="00C73AF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4181DB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FF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73AFF" w:rsidRDefault="00C73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73AFF" w:rsidRDefault="00C73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C73AFF" w:rsidRDefault="00C73AFF" w:rsidP="00582CE9">
      <w:pPr>
        <w:spacing w:after="0"/>
      </w:pPr>
      <w:r>
        <w:separator/>
      </w:r>
    </w:p>
  </w:footnote>
  <w:footnote w:type="continuationSeparator" w:id="0">
    <w:p w14:paraId="5681B395" w14:textId="77777777" w:rsidR="00C73AFF" w:rsidRDefault="00C73AFF" w:rsidP="00582CE9">
      <w:pPr>
        <w:spacing w:after="0"/>
      </w:pPr>
      <w:r>
        <w:continuationSeparator/>
      </w:r>
    </w:p>
  </w:footnote>
  <w:footnote w:id="1">
    <w:p w14:paraId="679895A9" w14:textId="77777777" w:rsidR="00C73AFF" w:rsidRPr="00B67D39" w:rsidRDefault="00C73AFF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C73AFF" w:rsidRPr="00F2601C" w:rsidRDefault="00C73AFF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C73AFF" w:rsidRPr="00B67D39" w:rsidRDefault="00C73AFF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C73AFF" w:rsidRPr="001A6201" w:rsidRDefault="00C73AFF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C73AFF" w:rsidRPr="00B67D39" w:rsidRDefault="00C73AFF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C73AFF" w:rsidRPr="00B67D39" w:rsidRDefault="00C73AFF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C73AFF" w:rsidRDefault="00C73AFF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C73AFF" w:rsidRPr="00872F1F" w:rsidRDefault="00C73AFF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C73AFF" w:rsidRPr="00872F1F" w:rsidRDefault="00C73AFF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73AFF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67636DA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470AFF" w:rsidRPr="00601A71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POST/DYS/OW/GZ/04465/2025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5E20F1D4" w:rsidR="00C73AFF" w:rsidRPr="006B2C28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470AFF" w:rsidRPr="00601A71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POST/DYS/OW/GZ/04465/2025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C73AFF" w:rsidRDefault="00C73AFF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73AFF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73AFF" w:rsidRDefault="00C73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A3099"/>
    <w:rsid w:val="000B0DBD"/>
    <w:rsid w:val="000B53B2"/>
    <w:rsid w:val="000C47A9"/>
    <w:rsid w:val="000C679C"/>
    <w:rsid w:val="000D42BE"/>
    <w:rsid w:val="000D5886"/>
    <w:rsid w:val="000D6C8E"/>
    <w:rsid w:val="000E1564"/>
    <w:rsid w:val="00101BCF"/>
    <w:rsid w:val="001112C2"/>
    <w:rsid w:val="00124536"/>
    <w:rsid w:val="00125A7F"/>
    <w:rsid w:val="00126CEA"/>
    <w:rsid w:val="00132B64"/>
    <w:rsid w:val="00135FFA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902A9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E9"/>
    <w:rsid w:val="00470AFF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37A8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1CE0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AFF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2FB0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11, 12 do SWZ.docx</dmsv2BaseFileName>
    <dmsv2BaseDisplayName xmlns="http://schemas.microsoft.com/sharepoint/v3">Załącznik nr 3, 4, 7, 8, 11, 12 do SWZ</dmsv2BaseDisplayName>
    <dmsv2SWPP2ObjectNumber xmlns="http://schemas.microsoft.com/sharepoint/v3">POST/DYS/OW/GZ/04465/2025                         </dmsv2SWPP2ObjectNumber>
    <dmsv2SWPP2SumMD5 xmlns="http://schemas.microsoft.com/sharepoint/v3">375c2683edab86e20263945bccd68a5d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23965974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00000001000700050000000g00000003</dmsv2SWPP2ObjectDepartment>
    <dmsv2SWPP2ObjectName xmlns="http://schemas.microsoft.com/sharepoint/v3">Postępowanie</dmsv2SWPP2ObjectName>
    <_dlc_DocId xmlns="a19cb1c7-c5c7-46d4-85ae-d83685407bba">JEUP5JKVCYQC-91331814-18471</_dlc_DocId>
    <_dlc_DocIdUrl xmlns="a19cb1c7-c5c7-46d4-85ae-d83685407bba">
      <Url>https://swpp2.dms.gkpge.pl/sites/41/_layouts/15/DocIdRedir.aspx?ID=JEUP5JKVCYQC-91331814-18471</Url>
      <Description>JEUP5JKVCYQC-91331814-18471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5913072-3BB4-4663-B00B-7515E8642508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272237E-5F4C-45D5-8CD2-58FB6C1FD5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59EC7B9-8FA1-4169-9A6F-961BA6FC954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10</Pages>
  <Words>3389</Words>
  <Characters>20337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2</cp:revision>
  <cp:lastPrinted>2024-07-15T11:21:00Z</cp:lastPrinted>
  <dcterms:created xsi:type="dcterms:W3CDTF">2025-12-11T08:12:00Z</dcterms:created>
  <dcterms:modified xsi:type="dcterms:W3CDTF">2025-12-11T08:12:00Z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97cdb2ed-475c-46a8-a230-899087e32503</vt:lpwstr>
  </property>
</Properties>
</file>